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682" w:rsidRDefault="00641682"/>
    <w:p w:rsidR="00735920" w:rsidRDefault="00735920"/>
    <w:bookmarkStart w:id="0" w:name="_GoBack"/>
    <w:p w:rsidR="00735920" w:rsidRDefault="00735920">
      <w:r>
        <w:object w:dxaOrig="11059" w:dyaOrig="5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3pt;height:249.15pt" o:ole="">
            <v:imagedata r:id="rId4" o:title=""/>
          </v:shape>
          <o:OLEObject Type="Embed" ProgID="MegaCAD_OLE1" ShapeID="_x0000_i1025" DrawAspect="Content" ObjectID="_1741424348" r:id="rId5"/>
        </w:object>
      </w:r>
      <w:bookmarkEnd w:id="0"/>
    </w:p>
    <w:p w:rsidR="00735920" w:rsidRDefault="00735920"/>
    <w:p w:rsidR="00735920" w:rsidRDefault="00735920"/>
    <w:p w:rsidR="00735920" w:rsidRDefault="00735920"/>
    <w:sectPr w:rsidR="00735920" w:rsidSect="00342B0F">
      <w:pgSz w:w="11906" w:h="16838" w:code="9"/>
      <w:pgMar w:top="539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fficinaSansBook">
    <w:panose1 w:val="00000400000000000000"/>
    <w:charset w:val="00"/>
    <w:family w:val="auto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920"/>
    <w:rsid w:val="00012E4B"/>
    <w:rsid w:val="001F4D1D"/>
    <w:rsid w:val="002860D4"/>
    <w:rsid w:val="002C146D"/>
    <w:rsid w:val="00342B0F"/>
    <w:rsid w:val="003A3E0F"/>
    <w:rsid w:val="003B73B8"/>
    <w:rsid w:val="00535BB2"/>
    <w:rsid w:val="005B21FE"/>
    <w:rsid w:val="00615DE0"/>
    <w:rsid w:val="00641682"/>
    <w:rsid w:val="00735920"/>
    <w:rsid w:val="00800F02"/>
    <w:rsid w:val="008779E8"/>
    <w:rsid w:val="00883E83"/>
    <w:rsid w:val="0089268F"/>
    <w:rsid w:val="009431CE"/>
    <w:rsid w:val="009C2FA3"/>
    <w:rsid w:val="00A01B1B"/>
    <w:rsid w:val="00A95B75"/>
    <w:rsid w:val="00C11CB8"/>
    <w:rsid w:val="00E3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034B8-7778-4A1D-AD62-D35A6D70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OfficinaSansBook" w:hAnsi="OfficinaSansBoo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21A9B629.dotm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Kleinert</dc:creator>
  <cp:keywords/>
  <dc:description/>
  <cp:lastModifiedBy>Andreas Kleinert</cp:lastModifiedBy>
  <cp:revision>1</cp:revision>
  <dcterms:created xsi:type="dcterms:W3CDTF">2023-03-27T10:03:00Z</dcterms:created>
  <dcterms:modified xsi:type="dcterms:W3CDTF">2023-03-27T10:13:00Z</dcterms:modified>
</cp:coreProperties>
</file>